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B1099E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55477">
        <w:rPr>
          <w:rStyle w:val="Strong"/>
          <w:rFonts w:asciiTheme="minorHAnsi" w:hAnsiTheme="minorHAnsi" w:cstheme="minorHAnsi"/>
          <w:lang w:val="en-GB"/>
        </w:rPr>
        <w:t>21-g001-22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612D78A" w:rsidR="00B0293A" w:rsidRPr="00532E97" w:rsidRDefault="00F848F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27/05/2022</w:t>
            </w:r>
            <w:r w:rsidR="0068110F">
              <w:rPr>
                <w:rFonts w:ascii="Calibri" w:hAnsi="Calibri"/>
                <w:szCs w:val="20"/>
              </w:rPr>
              <w:t xml:space="preserve"> (08:00)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BE3BEFF" w:rsidR="00B0293A" w:rsidRPr="00CB6DDC" w:rsidRDefault="00F848F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03/06/2022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C9C7B63" w:rsidR="00B0293A" w:rsidRPr="00251A4B" w:rsidRDefault="0005547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13/04/22</w:t>
            </w:r>
            <w:r w:rsidR="00F848FB">
              <w:rPr>
                <w:rFonts w:ascii="Calibri" w:hAnsi="Calibri"/>
                <w:szCs w:val="20"/>
              </w:rPr>
              <w:t xml:space="preserve"> 06/06/2022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50D47E8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F848FB">
              <w:rPr>
                <w:rFonts w:ascii="Calibri" w:hAnsi="Calibri"/>
                <w:szCs w:val="20"/>
                <w:highlight w:val="yellow"/>
              </w:rPr>
              <w:t xml:space="preserve"> 21/06/2022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98C3F3C" w:rsidR="00B0293A" w:rsidRPr="00532E97" w:rsidRDefault="00F848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23/06/2022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462C43A" w:rsidR="00B0293A" w:rsidRPr="00532E97" w:rsidRDefault="00F848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27/06/2022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C0EC055" w:rsidR="00B0293A" w:rsidRPr="00532E97" w:rsidRDefault="00F848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CF55FDD" w:rsidR="00B0293A" w:rsidRPr="00532E97" w:rsidRDefault="00F848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14/07/2022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16F95C4" w:rsidR="00B0293A" w:rsidRPr="00532E97" w:rsidRDefault="00F848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15/07/2022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EF86" w14:textId="77777777" w:rsidR="00EF6C8E" w:rsidRDefault="00EF6C8E">
      <w:r>
        <w:separator/>
      </w:r>
    </w:p>
  </w:endnote>
  <w:endnote w:type="continuationSeparator" w:id="0">
    <w:p w14:paraId="22203E4D" w14:textId="77777777" w:rsidR="00EF6C8E" w:rsidRDefault="00EF6C8E">
      <w:r>
        <w:continuationSeparator/>
      </w:r>
    </w:p>
  </w:endnote>
  <w:endnote w:type="continuationNotice" w:id="1">
    <w:p w14:paraId="686CB4CC" w14:textId="77777777" w:rsidR="00EF6C8E" w:rsidRDefault="00EF6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0D1873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7069C">
      <w:rPr>
        <w:noProof/>
      </w:rPr>
      <w:t>2022-05-26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882AD" w14:textId="77777777" w:rsidR="00EF6C8E" w:rsidRDefault="00EF6C8E">
      <w:r>
        <w:separator/>
      </w:r>
    </w:p>
  </w:footnote>
  <w:footnote w:type="continuationSeparator" w:id="0">
    <w:p w14:paraId="6C9C87B5" w14:textId="77777777" w:rsidR="00EF6C8E" w:rsidRDefault="00EF6C8E">
      <w:r>
        <w:continuationSeparator/>
      </w:r>
    </w:p>
  </w:footnote>
  <w:footnote w:type="continuationNotice" w:id="1">
    <w:p w14:paraId="783E40CE" w14:textId="77777777" w:rsidR="00EF6C8E" w:rsidRDefault="00EF6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147286">
    <w:abstractNumId w:val="1"/>
  </w:num>
  <w:num w:numId="2" w16cid:durableId="95174586">
    <w:abstractNumId w:val="10"/>
  </w:num>
  <w:num w:numId="3" w16cid:durableId="2028746627">
    <w:abstractNumId w:val="11"/>
  </w:num>
  <w:num w:numId="4" w16cid:durableId="1375929863">
    <w:abstractNumId w:val="4"/>
  </w:num>
  <w:num w:numId="5" w16cid:durableId="486215057">
    <w:abstractNumId w:val="3"/>
  </w:num>
  <w:num w:numId="6" w16cid:durableId="1997879473">
    <w:abstractNumId w:val="7"/>
  </w:num>
  <w:num w:numId="7" w16cid:durableId="1413964406">
    <w:abstractNumId w:val="5"/>
  </w:num>
  <w:num w:numId="8" w16cid:durableId="312027095">
    <w:abstractNumId w:val="9"/>
  </w:num>
  <w:num w:numId="9" w16cid:durableId="278344737">
    <w:abstractNumId w:val="0"/>
  </w:num>
  <w:num w:numId="10" w16cid:durableId="481891593">
    <w:abstractNumId w:val="8"/>
  </w:num>
  <w:num w:numId="11" w16cid:durableId="595480895">
    <w:abstractNumId w:val="2"/>
  </w:num>
  <w:num w:numId="12" w16cid:durableId="9957216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477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3BD8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535B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4F5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737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10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35A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EDB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1D1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EF6C8E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7782"/>
    <w:rsid w:val="00F70119"/>
    <w:rsid w:val="00F7069C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8FB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D78749-E58B-46E7-80FA-44CDE2D3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2022-05-26T02:06:00Z</dcterms:created>
  <dcterms:modified xsi:type="dcterms:W3CDTF">2022-05-26T02:06:00Z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